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bookmarkStart w:id="0" w:name="_Hlk79061438" w:displacedByCustomXml="next"/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EndPr>
        <w:rPr>
          <w:rStyle w:val="Nzevakce"/>
        </w:rPr>
      </w:sdtEndPr>
      <w:sdtContent>
        <w:p w14:paraId="1D76973E" w14:textId="346D1B47" w:rsidR="009226C1" w:rsidRDefault="00ED5861" w:rsidP="006C2343">
          <w:pPr>
            <w:pStyle w:val="Tituldatum"/>
          </w:pPr>
          <w:r w:rsidRPr="00ED5861">
            <w:rPr>
              <w:rStyle w:val="Nzevakce"/>
            </w:rPr>
            <w:t>Rekonstrukce nástupiště na zastávce Ledečky</w:t>
          </w:r>
        </w:p>
      </w:sdtContent>
    </w:sdt>
    <w:bookmarkEnd w:id="0"/>
    <w:p w14:paraId="71033850" w14:textId="77777777" w:rsidR="003B111D" w:rsidRDefault="003B111D" w:rsidP="00CA1640">
      <w:pPr>
        <w:pStyle w:val="Tituldatum"/>
        <w:jc w:val="center"/>
      </w:pPr>
    </w:p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4423A86E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AE24AA">
        <w:t>6</w:t>
      </w:r>
      <w:r w:rsidR="007E794F">
        <w:t>.</w:t>
      </w:r>
      <w:r w:rsidR="00AE24AA">
        <w:t>6</w:t>
      </w:r>
      <w:r w:rsidR="0074209E">
        <w:t>.202</w:t>
      </w:r>
      <w:r w:rsidR="00AE24AA">
        <w:t>2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1" w:name="_Toc422231086"/>
      <w:bookmarkStart w:id="2" w:name="_Toc34909590"/>
      <w:bookmarkStart w:id="3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1"/>
      <w:bookmarkEnd w:id="2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3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>Zhotovitel doloží mimo jiné před zahájením prací na železniční dopravní cestě prosté kopie dokladů:</w:t>
      </w:r>
    </w:p>
    <w:p w14:paraId="4DB4BCF2" w14:textId="25031A3D" w:rsidR="00ED5E40" w:rsidRDefault="00ED5E40" w:rsidP="00353475">
      <w:pPr>
        <w:autoSpaceDE w:val="0"/>
        <w:autoSpaceDN w:val="0"/>
        <w:spacing w:after="0"/>
        <w:jc w:val="both"/>
      </w:pPr>
      <w:r w:rsidRPr="00353475">
        <w:t>O kvalifikaci zhotovitelů dle Předpisu o odborné způsobilosti a znalosti osob při provozování dráhy a drážní dopravy SŽDC Zam 1 v platném znění:</w:t>
      </w:r>
    </w:p>
    <w:p w14:paraId="39726256" w14:textId="45D73661" w:rsidR="009F2EF1" w:rsidRPr="00353475" w:rsidRDefault="001E1CD7" w:rsidP="009F2EF1">
      <w:pPr>
        <w:autoSpaceDE w:val="0"/>
        <w:autoSpaceDN w:val="0"/>
        <w:spacing w:after="0"/>
        <w:jc w:val="both"/>
      </w:pPr>
      <w:r>
        <w:t>•</w:t>
      </w:r>
      <w:r>
        <w:tab/>
      </w:r>
      <w:r w:rsidR="009F2EF1" w:rsidRPr="009F2EF1">
        <w:t>K-05/1 - vedoucí výlukových prací</w:t>
      </w:r>
    </w:p>
    <w:p w14:paraId="570918BB" w14:textId="77777777" w:rsidR="009F2EF1" w:rsidRDefault="009F2EF1" w:rsidP="00ED5E40">
      <w:pPr>
        <w:autoSpaceDE w:val="0"/>
        <w:autoSpaceDN w:val="0"/>
        <w:spacing w:after="0"/>
        <w:jc w:val="both"/>
      </w:pPr>
    </w:p>
    <w:p w14:paraId="072D919A" w14:textId="464EC5DA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689675B1" w14:textId="77777777" w:rsidR="003A519C" w:rsidRPr="00D00249" w:rsidRDefault="003A519C" w:rsidP="003A519C">
      <w:pPr>
        <w:pStyle w:val="TPNADPIS-1slovan"/>
      </w:pPr>
      <w:bookmarkStart w:id="4" w:name="_Toc29393944"/>
      <w:bookmarkStart w:id="5" w:name="_Toc49417246"/>
      <w:bookmarkStart w:id="6" w:name="_Toc12424120"/>
      <w:bookmarkStart w:id="7" w:name="_Toc34909591"/>
      <w:r w:rsidRPr="00D00249">
        <w:t>Vykazování odpadů</w:t>
      </w:r>
      <w:bookmarkEnd w:id="4"/>
      <w:bookmarkEnd w:id="5"/>
    </w:p>
    <w:p w14:paraId="6F2DE9D4" w14:textId="77777777" w:rsidR="003A519C" w:rsidRDefault="003A519C" w:rsidP="003A519C">
      <w:pPr>
        <w:pStyle w:val="TPNadpis-2slovan"/>
      </w:pPr>
      <w:bookmarkStart w:id="8" w:name="_Toc27040311"/>
      <w:bookmarkStart w:id="9" w:name="_Toc29393945"/>
      <w:bookmarkStart w:id="10" w:name="_Toc49417247"/>
      <w:r>
        <w:t>Vykazování odpadů ve vztahu ke stanovení nákladů stavby</w:t>
      </w:r>
      <w:bookmarkEnd w:id="8"/>
      <w:bookmarkEnd w:id="9"/>
      <w:bookmarkEnd w:id="10"/>
    </w:p>
    <w:p w14:paraId="4F7064BF" w14:textId="77777777" w:rsidR="003A519C" w:rsidRDefault="003A519C" w:rsidP="003A519C">
      <w:pPr>
        <w:pStyle w:val="TPText-1slovan"/>
      </w:pPr>
      <w:r w:rsidRPr="003108AB">
        <w:rPr>
          <w:rStyle w:val="Tun"/>
        </w:rPr>
        <w:t>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 následujících bodech.</w:t>
      </w:r>
      <w:r>
        <w:t xml:space="preserve"> </w:t>
      </w:r>
    </w:p>
    <w:p w14:paraId="25D5E19C" w14:textId="77777777" w:rsidR="003A519C" w:rsidRPr="00303A2A" w:rsidRDefault="003A519C" w:rsidP="003A519C">
      <w:pPr>
        <w:pStyle w:val="TPText-1slovan"/>
        <w:rPr>
          <w:rStyle w:val="Tun"/>
        </w:rPr>
      </w:pPr>
      <w:r w:rsidRPr="00303A2A">
        <w:rPr>
          <w:rStyle w:val="Tun"/>
        </w:rPr>
        <w:t>SO 90-90 Likvidace odpadů včetně dopravy</w:t>
      </w:r>
    </w:p>
    <w:p w14:paraId="193CD891" w14:textId="77777777" w:rsidR="003A519C" w:rsidRDefault="003A519C" w:rsidP="003A519C">
      <w:pPr>
        <w:pStyle w:val="TPText-2slovan"/>
      </w:pPr>
      <w:r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14:paraId="4E4D03AC" w14:textId="77777777" w:rsidR="003A519C" w:rsidRDefault="003A519C" w:rsidP="003A519C">
      <w:pPr>
        <w:pStyle w:val="TPText-2slovan"/>
      </w:pPr>
      <w:r>
        <w:t>zhotovitel v rámci výběrového řízení na zhotovení stavby ocení celkové množství daného typu/kategorie odpadu, které je součástí Všeobecného objektu,</w:t>
      </w:r>
    </w:p>
    <w:p w14:paraId="7B92C4E2" w14:textId="77777777" w:rsidR="003A519C" w:rsidRDefault="003A519C" w:rsidP="003A519C">
      <w:pPr>
        <w:pStyle w:val="TPText-2slovan"/>
      </w:pPr>
      <w:r>
        <w:t>pro účely kontroly fakturace zůstávají položky odpadů s množstvím v jednotlivých SO a PS. Tyto položky nejsou zhotovitelem v rámci výběrového řízení na zhotovení stavby oceňovány.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6"/>
      <w:bookmarkEnd w:id="7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416ACC85" w14:textId="2764E90C" w:rsidR="00FA1270" w:rsidRDefault="00FA1270" w:rsidP="00353475">
      <w:pPr>
        <w:autoSpaceDE w:val="0"/>
        <w:autoSpaceDN w:val="0"/>
        <w:spacing w:after="0"/>
        <w:jc w:val="both"/>
      </w:pPr>
      <w:r>
        <w:t xml:space="preserve">Pro dané období </w:t>
      </w:r>
      <w:r w:rsidR="000F1B9C">
        <w:t>ne</w:t>
      </w:r>
      <w:r>
        <w:t xml:space="preserve">jsou </w:t>
      </w:r>
      <w:r w:rsidR="007628F3">
        <w:t>v současné době</w:t>
      </w:r>
      <w:r>
        <w:t xml:space="preserve"> plánovány opravné</w:t>
      </w:r>
      <w:r w:rsidR="007628F3">
        <w:t xml:space="preserve"> práce</w:t>
      </w:r>
      <w:r w:rsidR="000F1B9C">
        <w:t xml:space="preserve"> a investice</w:t>
      </w:r>
      <w:r>
        <w:t xml:space="preserve">. </w:t>
      </w:r>
    </w:p>
    <w:p w14:paraId="4B6E77F3" w14:textId="4FFE52BC" w:rsidR="00C74D0E" w:rsidRDefault="00D13C5D" w:rsidP="007628F3">
      <w:pPr>
        <w:pStyle w:val="Odstavecseseznamem"/>
        <w:numPr>
          <w:ilvl w:val="0"/>
          <w:numId w:val="18"/>
        </w:numPr>
        <w:autoSpaceDE w:val="0"/>
        <w:autoSpaceDN w:val="0"/>
        <w:spacing w:after="0"/>
        <w:jc w:val="both"/>
      </w:pPr>
      <w:r>
        <w:t>Jičín</w:t>
      </w:r>
      <w:r w:rsidR="000F1B9C" w:rsidRPr="000F1B9C">
        <w:t xml:space="preserve"> - </w:t>
      </w:r>
      <w:r>
        <w:t>Kopidlno</w:t>
      </w:r>
      <w:r w:rsidR="000F1B9C" w:rsidRPr="000F1B9C">
        <w:t>.</w:t>
      </w:r>
      <w:r w:rsidR="00C74D0E">
        <w:t>:</w:t>
      </w:r>
    </w:p>
    <w:p w14:paraId="1760EEA2" w14:textId="1BA89E82" w:rsidR="007628F3" w:rsidRDefault="00D13C5D" w:rsidP="007628F3">
      <w:pPr>
        <w:autoSpaceDE w:val="0"/>
        <w:autoSpaceDN w:val="0"/>
        <w:spacing w:after="0"/>
        <w:ind w:left="709"/>
        <w:jc w:val="both"/>
      </w:pPr>
      <w:r w:rsidRPr="00D13C5D">
        <w:t>Oprava výhybek č.16, 19, 21, 22 a 23</w:t>
      </w:r>
      <w:r>
        <w:t xml:space="preserve"> v žst Jičín</w:t>
      </w:r>
    </w:p>
    <w:p w14:paraId="34049FBC" w14:textId="610A7DF3" w:rsidR="00606B30" w:rsidRDefault="00074C22" w:rsidP="000F1B9C">
      <w:pPr>
        <w:autoSpaceDE w:val="0"/>
        <w:autoSpaceDN w:val="0"/>
        <w:spacing w:after="0"/>
        <w:ind w:left="709"/>
        <w:jc w:val="both"/>
      </w:pPr>
      <w:r>
        <w:t>Předpokládaný t</w:t>
      </w:r>
      <w:r w:rsidR="007628F3">
        <w:t xml:space="preserve">ermín: </w:t>
      </w:r>
      <w:r w:rsidR="00D13C5D">
        <w:t>26.9. - 7.10.2022</w:t>
      </w:r>
    </w:p>
    <w:p w14:paraId="39C843F2" w14:textId="77777777" w:rsidR="00ED5E40" w:rsidRDefault="00ED5E40" w:rsidP="00ED5E40">
      <w:pPr>
        <w:pStyle w:val="TPText-1odrka"/>
        <w:numPr>
          <w:ilvl w:val="0"/>
          <w:numId w:val="0"/>
        </w:numPr>
        <w:spacing w:before="0"/>
        <w:jc w:val="left"/>
        <w:rPr>
          <w:rFonts w:asciiTheme="minorHAnsi" w:hAnsiTheme="minorHAnsi"/>
          <w:sz w:val="18"/>
          <w:szCs w:val="18"/>
        </w:rPr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11" w:name="_Toc513118592"/>
      <w:bookmarkStart w:id="12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11"/>
      <w:bookmarkEnd w:id="12"/>
    </w:p>
    <w:p w14:paraId="79B570C9" w14:textId="135A2FF1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40B4BA18" w14:textId="54694DC7" w:rsidR="002B6B58" w:rsidRDefault="0084431B" w:rsidP="00AE24AA">
      <w:pPr>
        <w:spacing w:after="0"/>
      </w:pPr>
      <w:r>
        <w:rPr>
          <w:rFonts w:cs="Calibri"/>
        </w:rPr>
        <w:t xml:space="preserve">Termín výluk pro stavební práce </w:t>
      </w:r>
      <w:r w:rsidR="00AE24AA">
        <w:rPr>
          <w:rFonts w:cs="Calibri"/>
        </w:rPr>
        <w:t>je nutné koordinovat s opravnými pracemi dle bodu 3.</w:t>
      </w:r>
    </w:p>
    <w:sectPr w:rsidR="002B6B58" w:rsidSect="007572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F78B2" w14:textId="77777777" w:rsidR="00C74D0E" w:rsidRDefault="00C74D0E" w:rsidP="00962258">
      <w:pPr>
        <w:spacing w:after="0" w:line="240" w:lineRule="auto"/>
      </w:pPr>
      <w:r>
        <w:separator/>
      </w:r>
    </w:p>
  </w:endnote>
  <w:endnote w:type="continuationSeparator" w:id="0">
    <w:p w14:paraId="1D83E1E5" w14:textId="77777777" w:rsidR="00C74D0E" w:rsidRDefault="00C74D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479DCFA5" w:rsidR="00C74D0E" w:rsidRPr="003462EB" w:rsidRDefault="00ED71AF" w:rsidP="003462EB">
          <w:pPr>
            <w:pStyle w:val="Zpatvlevo"/>
          </w:pPr>
          <w:fldSimple w:instr=" STYLEREF  _Název_akce  \* MERGEFORMAT ">
            <w:r w:rsidR="00AE24AA">
              <w:rPr>
                <w:noProof/>
              </w:rPr>
              <w:t>Rekonstrukce nástupiště na zastávce Ledečky</w:t>
            </w:r>
          </w:fldSimple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B6A8433" w:rsidR="00C74D0E" w:rsidRDefault="00ED71AF" w:rsidP="003B111D">
          <w:pPr>
            <w:pStyle w:val="Zpatvpravo"/>
          </w:pPr>
          <w:fldSimple w:instr=" STYLEREF  _Název_akce  \* MERGEFORMAT ">
            <w:r w:rsidR="00C74D0E">
              <w:rPr>
                <w:noProof/>
              </w:rPr>
              <w:t>Rekonstrukce transformátorů 22/3kV na TNS Opočínek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821AB" w14:textId="77777777" w:rsidR="00C74D0E" w:rsidRDefault="00C74D0E" w:rsidP="00962258">
      <w:pPr>
        <w:spacing w:after="0" w:line="240" w:lineRule="auto"/>
      </w:pPr>
      <w:r>
        <w:separator/>
      </w:r>
    </w:p>
  </w:footnote>
  <w:footnote w:type="continuationSeparator" w:id="0">
    <w:p w14:paraId="1139E519" w14:textId="77777777" w:rsidR="00C74D0E" w:rsidRDefault="00C74D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FCC49" w14:textId="77777777" w:rsidR="001F4285" w:rsidRDefault="001F42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6823D" w14:textId="77777777" w:rsidR="001F4285" w:rsidRDefault="001F428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268293">
    <w:abstractNumId w:val="6"/>
  </w:num>
  <w:num w:numId="2" w16cid:durableId="992292330">
    <w:abstractNumId w:val="5"/>
  </w:num>
  <w:num w:numId="3" w16cid:durableId="1175996066">
    <w:abstractNumId w:val="2"/>
  </w:num>
  <w:num w:numId="4" w16cid:durableId="1558199184">
    <w:abstractNumId w:val="7"/>
  </w:num>
  <w:num w:numId="5" w16cid:durableId="2021196576">
    <w:abstractNumId w:val="8"/>
  </w:num>
  <w:num w:numId="6" w16cid:durableId="1021275501">
    <w:abstractNumId w:val="4"/>
  </w:num>
  <w:num w:numId="7" w16cid:durableId="16266983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58970976">
    <w:abstractNumId w:val="12"/>
  </w:num>
  <w:num w:numId="9" w16cid:durableId="162162775">
    <w:abstractNumId w:val="7"/>
  </w:num>
  <w:num w:numId="10" w16cid:durableId="1485127302">
    <w:abstractNumId w:val="8"/>
  </w:num>
  <w:num w:numId="11" w16cid:durableId="716441880">
    <w:abstractNumId w:val="10"/>
  </w:num>
  <w:num w:numId="12" w16cid:durableId="1768695735">
    <w:abstractNumId w:val="1"/>
  </w:num>
  <w:num w:numId="13" w16cid:durableId="325670079">
    <w:abstractNumId w:val="4"/>
  </w:num>
  <w:num w:numId="14" w16cid:durableId="475798634">
    <w:abstractNumId w:val="12"/>
  </w:num>
  <w:num w:numId="15" w16cid:durableId="995106437">
    <w:abstractNumId w:val="3"/>
  </w:num>
  <w:num w:numId="16" w16cid:durableId="1078361898">
    <w:abstractNumId w:val="0"/>
  </w:num>
  <w:num w:numId="17" w16cid:durableId="2078898737">
    <w:abstractNumId w:val="9"/>
  </w:num>
  <w:num w:numId="18" w16cid:durableId="55393040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0F1B9C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670B9"/>
    <w:rsid w:val="00167C32"/>
    <w:rsid w:val="00170EC5"/>
    <w:rsid w:val="001747C1"/>
    <w:rsid w:val="00176DC4"/>
    <w:rsid w:val="00177D6B"/>
    <w:rsid w:val="001860E7"/>
    <w:rsid w:val="00191F90"/>
    <w:rsid w:val="001A3B3C"/>
    <w:rsid w:val="001A649E"/>
    <w:rsid w:val="001B4180"/>
    <w:rsid w:val="001B4E74"/>
    <w:rsid w:val="001B7668"/>
    <w:rsid w:val="001C645F"/>
    <w:rsid w:val="001E1CD7"/>
    <w:rsid w:val="001E678E"/>
    <w:rsid w:val="001F4285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2473"/>
    <w:rsid w:val="0037545D"/>
    <w:rsid w:val="0037557C"/>
    <w:rsid w:val="00376246"/>
    <w:rsid w:val="00386FF1"/>
    <w:rsid w:val="00392EB6"/>
    <w:rsid w:val="003956C6"/>
    <w:rsid w:val="003A519C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7794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2EF1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E24AA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0E69"/>
    <w:rsid w:val="00C02D0A"/>
    <w:rsid w:val="00C03A6E"/>
    <w:rsid w:val="00C13860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13C5D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5861"/>
    <w:rsid w:val="00ED5E40"/>
    <w:rsid w:val="00ED71AF"/>
    <w:rsid w:val="00EE0CB6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77CE7"/>
    <w:rsid w:val="001456D9"/>
    <w:rsid w:val="001C7CF0"/>
    <w:rsid w:val="0022082C"/>
    <w:rsid w:val="002469B4"/>
    <w:rsid w:val="00453632"/>
    <w:rsid w:val="00743970"/>
    <w:rsid w:val="009873E0"/>
    <w:rsid w:val="009A6174"/>
    <w:rsid w:val="00A0260C"/>
    <w:rsid w:val="00AD00DC"/>
    <w:rsid w:val="00B06328"/>
    <w:rsid w:val="00E33986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0260C"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ZTP_80,155.dotx</Template>
  <TotalTime>8</TotalTime>
  <Pages>2</Pages>
  <Words>328</Words>
  <Characters>1939</Characters>
  <Application>Microsoft Office Word</Application>
  <DocSecurity>0</DocSecurity>
  <Lines>16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Charvát Martin  Ing.</cp:lastModifiedBy>
  <cp:revision>4</cp:revision>
  <cp:lastPrinted>2020-03-12T11:50:00Z</cp:lastPrinted>
  <dcterms:created xsi:type="dcterms:W3CDTF">2022-06-06T07:41:00Z</dcterms:created>
  <dcterms:modified xsi:type="dcterms:W3CDTF">2022-06-06T07:57:00Z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